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586CBA" w:rsidRDefault="00586CBA">
      <w:pPr>
        <w:rPr>
          <w:rFonts w:ascii="Arial" w:hAnsi="Arial" w:cs="Arial"/>
          <w:b/>
          <w:sz w:val="28"/>
        </w:rPr>
      </w:pPr>
      <w:r w:rsidRPr="00586CBA">
        <w:rPr>
          <w:rFonts w:ascii="Arial" w:hAnsi="Arial" w:cs="Arial"/>
          <w:b/>
          <w:sz w:val="28"/>
        </w:rPr>
        <w:t>Exercice </w:t>
      </w:r>
      <w:r w:rsidR="002A54A1">
        <w:rPr>
          <w:rFonts w:ascii="Arial" w:hAnsi="Arial" w:cs="Arial"/>
          <w:b/>
          <w:sz w:val="28"/>
        </w:rPr>
        <w:t>1</w:t>
      </w:r>
      <w:r w:rsidRPr="00586CBA">
        <w:rPr>
          <w:rFonts w:ascii="Arial" w:hAnsi="Arial" w:cs="Arial"/>
          <w:b/>
          <w:sz w:val="28"/>
        </w:rPr>
        <w:t>:</w:t>
      </w:r>
    </w:p>
    <w:p w:rsidR="00586CBA" w:rsidRDefault="00586CBA" w:rsidP="00586CBA">
      <w:pPr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3759200</wp:posOffset>
                </wp:positionH>
                <wp:positionV relativeFrom="paragraph">
                  <wp:posOffset>313055</wp:posOffset>
                </wp:positionV>
                <wp:extent cx="736600" cy="279400"/>
                <wp:effectExtent l="6350" t="6350" r="9525" b="952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CBA" w:rsidRPr="00586CBA" w:rsidRDefault="00586CBA" w:rsidP="00586CBA">
                            <w:pPr>
                              <w:rPr>
                                <w:sz w:val="20"/>
                              </w:rPr>
                            </w:pPr>
                            <w:r w:rsidRPr="00586CBA">
                              <w:rPr>
                                <w:sz w:val="20"/>
                              </w:rPr>
                              <w:t>… cm …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96pt;margin-top:24.65pt;width:58pt;height:2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" strokecolor="white">
                <v:textbox inset="0,0,0,0">
                  <w:txbxContent>
                    <w:p w:rsidR="00586CBA" w:rsidRPr="00586CBA" w:rsidRDefault="00586CBA" w:rsidP="00586CBA">
                      <w:pPr>
                        <w:rPr>
                          <w:sz w:val="20"/>
                        </w:rPr>
                      </w:pPr>
                      <w:r w:rsidRPr="00586CBA">
                        <w:rPr>
                          <w:sz w:val="20"/>
                        </w:rPr>
                        <w:t>… cm …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</w:rPr>
        <w:t>Mesure chaque morceau de cette ligne brisée.</w:t>
      </w:r>
    </w:p>
    <w:p w:rsidR="00586CBA" w:rsidRDefault="00586CBA">
      <w:pPr>
        <w:rPr>
          <w:rFonts w:ascii="Arial" w:hAnsi="Arial" w:cs="Arial"/>
          <w:sz w:val="28"/>
        </w:rPr>
      </w:pPr>
    </w:p>
    <w:p w:rsidR="00586CBA" w:rsidRDefault="00586CBA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2794000</wp:posOffset>
                </wp:positionH>
                <wp:positionV relativeFrom="paragraph">
                  <wp:posOffset>316230</wp:posOffset>
                </wp:positionV>
                <wp:extent cx="736600" cy="279400"/>
                <wp:effectExtent l="12700" t="6350" r="12700" b="95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CBA" w:rsidRPr="00586CBA" w:rsidRDefault="00586CBA" w:rsidP="00586CBA">
                            <w:pPr>
                              <w:rPr>
                                <w:sz w:val="20"/>
                              </w:rPr>
                            </w:pPr>
                            <w:r w:rsidRPr="00586CBA">
                              <w:rPr>
                                <w:sz w:val="20"/>
                              </w:rPr>
                              <w:t>… cm …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220pt;margin-top:24.9pt;width:58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" strokecolor="white">
                <v:textbox inset="0,0,0,0">
                  <w:txbxContent>
                    <w:p w:rsidR="00586CBA" w:rsidRPr="00586CBA" w:rsidRDefault="00586CBA" w:rsidP="00586CBA">
                      <w:pPr>
                        <w:rPr>
                          <w:sz w:val="20"/>
                        </w:rPr>
                      </w:pPr>
                      <w:r w:rsidRPr="00586CBA">
                        <w:rPr>
                          <w:sz w:val="20"/>
                        </w:rPr>
                        <w:t>… cm …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207645</wp:posOffset>
                </wp:positionV>
                <wp:extent cx="4568825" cy="361950"/>
                <wp:effectExtent l="0" t="212090" r="0" b="549910"/>
                <wp:wrapNone/>
                <wp:docPr id="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8825" cy="361950"/>
                          <a:chOff x="504" y="1554"/>
                          <a:chExt cx="7195" cy="570"/>
                        </a:xfrm>
                      </wpg:grpSpPr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 rot="-1285013">
                            <a:off x="504" y="2123"/>
                            <a:ext cx="4706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 rot="1099852">
                            <a:off x="4980" y="1573"/>
                            <a:ext cx="1984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 rot="-2695356">
                            <a:off x="6792" y="1554"/>
                            <a:ext cx="907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2AD157" id="Group 5" o:spid="_x0000_s1026" style="position:absolute;margin-left:-10.8pt;margin-top:16.35pt;width:359.75pt;height:28.5pt;z-index:251661312" coordorigin="504,1554" coordsize="719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">
                <v:rect id="Rectangle 2" o:spid="_x0000_s1027" style="position:absolute;left:504;top:2123;width:4706;height:1;rotation:-14035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k7HcMA&#10;AADaAAAADwAAAGRycy9kb3ducmV2LnhtbESPT2sCMRTE7wW/Q3hCbzVrBSurUbQilF5a/4B4e2ye&#10;m8XkZUmirt++KRR6HGbmN8xs0TkrbhRi41nBcFCAIK68brhWcNhvXiYgYkLWaD2TggdFWMx7TzMs&#10;tb/zlm67VIsM4ViiApNSW0oZK0MO48C3xNk7++AwZRlqqQPeM9xZ+VoUY+mw4bxgsKV3Q9Vld3UK&#10;Vl/2MPzW9lHx8fQ2Pn6asK6NUs/9bjkFkahL/+G/9odWMILfK/kGy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k7HcMAAADaAAAADwAAAAAAAAAAAAAAAACYAgAAZHJzL2Rv&#10;d25yZXYueG1sUEsFBgAAAAAEAAQA9QAAAIgDAAAAAA==&#10;"/>
                <v:rect id="Rectangle 3" o:spid="_x0000_s1028" style="position:absolute;left:4980;top:1573;width:1984;height:1;rotation:12013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vW8UA&#10;AADaAAAADwAAAGRycy9kb3ducmV2LnhtbESPQWvCQBSE70L/w/IKvekmoaQ2dZVaWhDEg1Z6fmRf&#10;k2j2bcxuTOqvd4WCx2FmvmFmi8HU4kytqywriCcRCOLc6ooLBfvvr/EUhPPIGmvLpOCPHCzmD6MZ&#10;Ztr2vKXzzhciQNhlqKD0vsmkdHlJBt3ENsTB+7WtQR9kW0jdYh/gppZJFKXSYMVhocSGPkrKj7vO&#10;KHh57VbL+IjV6bLebw6Hy49MPxOlnh6H9zcQngZ/D/+3V1rBM9yuhBs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q9bxQAAANoAAAAPAAAAAAAAAAAAAAAAAJgCAABkcnMv&#10;ZG93bnJldi54bWxQSwUGAAAAAAQABAD1AAAAigMAAAAA&#10;"/>
                <v:rect id="Rectangle 4" o:spid="_x0000_s1029" style="position:absolute;left:6792;top:1554;width:907;height:1;rotation:-2944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B1E8MA&#10;AADaAAAADwAAAGRycy9kb3ducmV2LnhtbESPQYvCMBSE7wv+h/AEb2uqoEg1igiKeFhdFfH4bJ5t&#10;tXmpTVarv94sLOxxmJlvmNGkNoW4U+Vyywo67QgEcWJ1zqmC/W7+OQDhPLLGwjIpeJKDybjxMcJY&#10;2wd/033rUxEg7GJUkHlfxlK6JCODrm1L4uCdbWXQB1mlUlf4CHBTyG4U9aXBnMNChiXNMkqu2x+j&#10;YDA/LMzmONXH+nbhlel9ndYvUqrVrKdDEJ5q/x/+ay+1gh78Xgk3QI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B1E8MAAADaAAAADwAAAAAAAAAAAAAAAACYAgAAZHJzL2Rv&#10;d25yZXYueG1sUEsFBgAAAAAEAAQA9QAAAIgDAAAAAA==&#10;"/>
              </v:group>
            </w:pict>
          </mc:Fallback>
        </mc:AlternateContent>
      </w:r>
    </w:p>
    <w:p w:rsidR="00586CBA" w:rsidRDefault="00586CBA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19050</wp:posOffset>
                </wp:positionV>
                <wp:extent cx="736600" cy="279400"/>
                <wp:effectExtent l="9525" t="12700" r="6350" b="12700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CBA" w:rsidRPr="00586CBA" w:rsidRDefault="00586CBA">
                            <w:pPr>
                              <w:rPr>
                                <w:sz w:val="20"/>
                              </w:rPr>
                            </w:pPr>
                            <w:r w:rsidRPr="00586CBA">
                              <w:rPr>
                                <w:sz w:val="20"/>
                              </w:rPr>
                              <w:t>… cm …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30pt;margin-top:1.5pt;width:58pt;height:2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" strokecolor="white [3212]">
                <v:textbox inset="0,0,0,0">
                  <w:txbxContent>
                    <w:p w:rsidR="00586CBA" w:rsidRPr="00586CBA" w:rsidRDefault="00586CBA">
                      <w:pPr>
                        <w:rPr>
                          <w:sz w:val="20"/>
                        </w:rPr>
                      </w:pPr>
                      <w:r w:rsidRPr="00586CBA">
                        <w:rPr>
                          <w:sz w:val="20"/>
                        </w:rPr>
                        <w:t>… cm … mm</w:t>
                      </w:r>
                    </w:p>
                  </w:txbxContent>
                </v:textbox>
              </v:shape>
            </w:pict>
          </mc:Fallback>
        </mc:AlternateContent>
      </w:r>
    </w:p>
    <w:p w:rsidR="00586CBA" w:rsidRDefault="00586CBA">
      <w:pPr>
        <w:rPr>
          <w:rFonts w:ascii="Arial" w:hAnsi="Arial" w:cs="Arial"/>
          <w:sz w:val="28"/>
        </w:rPr>
      </w:pPr>
    </w:p>
    <w:p w:rsidR="00586CBA" w:rsidRDefault="00586CBA">
      <w:pPr>
        <w:rPr>
          <w:rFonts w:ascii="Arial" w:hAnsi="Arial" w:cs="Arial"/>
          <w:sz w:val="28"/>
        </w:rPr>
      </w:pPr>
    </w:p>
    <w:p w:rsidR="00586CBA" w:rsidRDefault="002A54A1" w:rsidP="00586CBA">
      <w:pPr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Quelle est la longueur totale de la ligne ? </w: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Donne la longueur totale de la ligne :     . . . cm et . . . mm </w: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Donne la longueur uniquement en millimètres :   . . . mm</w:t>
      </w:r>
    </w:p>
    <w:p w:rsidR="002A54A1" w:rsidRDefault="002A54A1" w:rsidP="002A54A1">
      <w:pPr>
        <w:rPr>
          <w:rFonts w:ascii="Arial" w:hAnsi="Arial" w:cs="Arial"/>
          <w:b/>
          <w:sz w:val="28"/>
        </w:rPr>
      </w:pPr>
    </w:p>
    <w:p w:rsidR="002A54A1" w:rsidRPr="00586CBA" w:rsidRDefault="002A54A1" w:rsidP="002A54A1">
      <w:pPr>
        <w:rPr>
          <w:rFonts w:ascii="Arial" w:hAnsi="Arial" w:cs="Arial"/>
          <w:b/>
          <w:sz w:val="28"/>
        </w:rPr>
      </w:pPr>
      <w:r w:rsidRPr="00586CBA">
        <w:rPr>
          <w:rFonts w:ascii="Arial" w:hAnsi="Arial" w:cs="Arial"/>
          <w:b/>
          <w:sz w:val="28"/>
        </w:rPr>
        <w:t>Exercice </w:t>
      </w:r>
      <w:r>
        <w:rPr>
          <w:rFonts w:ascii="Arial" w:hAnsi="Arial" w:cs="Arial"/>
          <w:b/>
          <w:sz w:val="28"/>
        </w:rPr>
        <w:t>2</w:t>
      </w:r>
      <w:r w:rsidRPr="00586CBA">
        <w:rPr>
          <w:rFonts w:ascii="Arial" w:hAnsi="Arial" w:cs="Arial"/>
          <w:b/>
          <w:sz w:val="28"/>
        </w:rPr>
        <w:t>:</w:t>
      </w:r>
    </w:p>
    <w:p w:rsidR="002A54A1" w:rsidRDefault="002A54A1" w:rsidP="002A54A1">
      <w:pPr>
        <w:numPr>
          <w:ilvl w:val="0"/>
          <w:numId w:val="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Mesure </w:t>
      </w:r>
      <w:r>
        <w:rPr>
          <w:rFonts w:ascii="Arial" w:hAnsi="Arial" w:cs="Arial"/>
          <w:sz w:val="28"/>
        </w:rPr>
        <w:t xml:space="preserve">le contour de cette figure : </w:t>
      </w:r>
    </w:p>
    <w:p w:rsidR="002A54A1" w:rsidRDefault="002A54A1" w:rsidP="002A54A1">
      <w:pPr>
        <w:ind w:left="72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144780</wp:posOffset>
                </wp:positionV>
                <wp:extent cx="2808000" cy="792000"/>
                <wp:effectExtent l="0" t="0" r="11430" b="2730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79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19C3D7" id="Rectangle 10" o:spid="_x0000_s1026" style="position:absolute;margin-left:69pt;margin-top:11.4pt;width:221.1pt;height:62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" filled="f" strokecolor="black [3213]" strokeweight="1pt"/>
            </w:pict>
          </mc:Fallback>
        </mc:AlternateContent>
      </w: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Donne la longueur totale de la ligne :     . . . cm et . . . mm </w: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Donne la longueur uniquement en millimètres :   . . . mm</w: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Donne la longueur uniquement en </w:t>
      </w:r>
      <w:r>
        <w:rPr>
          <w:rFonts w:ascii="Arial" w:hAnsi="Arial" w:cs="Arial"/>
          <w:sz w:val="28"/>
        </w:rPr>
        <w:t>déci</w:t>
      </w:r>
      <w:r>
        <w:rPr>
          <w:rFonts w:ascii="Arial" w:hAnsi="Arial" w:cs="Arial"/>
          <w:sz w:val="28"/>
        </w:rPr>
        <w:t xml:space="preserve">mètres :   . . . </w:t>
      </w:r>
      <w:r>
        <w:rPr>
          <w:rFonts w:ascii="Arial" w:hAnsi="Arial" w:cs="Arial"/>
          <w:sz w:val="28"/>
        </w:rPr>
        <w:t>d</w:t>
      </w:r>
      <w:r>
        <w:rPr>
          <w:rFonts w:ascii="Arial" w:hAnsi="Arial" w:cs="Arial"/>
          <w:sz w:val="28"/>
        </w:rPr>
        <w:t>m</w:t>
      </w:r>
    </w:p>
    <w:p w:rsidR="002A54A1" w:rsidRPr="00586CBA" w:rsidRDefault="002A54A1" w:rsidP="002A54A1">
      <w:pPr>
        <w:rPr>
          <w:rFonts w:ascii="Arial" w:hAnsi="Arial" w:cs="Arial"/>
          <w:b/>
          <w:sz w:val="28"/>
        </w:rPr>
      </w:pPr>
      <w:r w:rsidRPr="00586CBA">
        <w:rPr>
          <w:rFonts w:ascii="Arial" w:hAnsi="Arial" w:cs="Arial"/>
          <w:b/>
          <w:sz w:val="28"/>
        </w:rPr>
        <w:t>Exercice </w:t>
      </w:r>
      <w:r>
        <w:rPr>
          <w:rFonts w:ascii="Arial" w:hAnsi="Arial" w:cs="Arial"/>
          <w:b/>
          <w:sz w:val="28"/>
        </w:rPr>
        <w:t>1</w:t>
      </w:r>
      <w:r w:rsidRPr="00586CBA">
        <w:rPr>
          <w:rFonts w:ascii="Arial" w:hAnsi="Arial" w:cs="Arial"/>
          <w:b/>
          <w:sz w:val="28"/>
        </w:rPr>
        <w:t>:</w:t>
      </w:r>
    </w:p>
    <w:p w:rsidR="002A54A1" w:rsidRDefault="002A54A1" w:rsidP="002A54A1">
      <w:pPr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813284E" wp14:editId="31FDEA2A">
                <wp:simplePos x="0" y="0"/>
                <wp:positionH relativeFrom="column">
                  <wp:posOffset>3759200</wp:posOffset>
                </wp:positionH>
                <wp:positionV relativeFrom="paragraph">
                  <wp:posOffset>313055</wp:posOffset>
                </wp:positionV>
                <wp:extent cx="736600" cy="279400"/>
                <wp:effectExtent l="6350" t="6350" r="9525" b="9525"/>
                <wp:wrapNone/>
                <wp:docPr id="1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4A1" w:rsidRPr="00586CBA" w:rsidRDefault="002A54A1" w:rsidP="002A54A1">
                            <w:pPr>
                              <w:rPr>
                                <w:sz w:val="20"/>
                              </w:rPr>
                            </w:pPr>
                            <w:r w:rsidRPr="00586CBA">
                              <w:rPr>
                                <w:sz w:val="20"/>
                              </w:rPr>
                              <w:t>… cm …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13284E" id="_x0000_s1029" type="#_x0000_t202" style="position:absolute;left:0;text-align:left;margin-left:296pt;margin-top:24.65pt;width:58pt;height:2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" strokecolor="white">
                <v:textbox inset="0,0,0,0">
                  <w:txbxContent>
                    <w:p w:rsidR="002A54A1" w:rsidRPr="00586CBA" w:rsidRDefault="002A54A1" w:rsidP="002A54A1">
                      <w:pPr>
                        <w:rPr>
                          <w:sz w:val="20"/>
                        </w:rPr>
                      </w:pPr>
                      <w:r w:rsidRPr="00586CBA">
                        <w:rPr>
                          <w:sz w:val="20"/>
                        </w:rPr>
                        <w:t>… cm …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8"/>
        </w:rPr>
        <w:t>Mesure chaque morceau de cette ligne brisée.</w:t>
      </w: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0D1F14" wp14:editId="136E2998">
                <wp:simplePos x="0" y="0"/>
                <wp:positionH relativeFrom="column">
                  <wp:posOffset>2794000</wp:posOffset>
                </wp:positionH>
                <wp:positionV relativeFrom="paragraph">
                  <wp:posOffset>316230</wp:posOffset>
                </wp:positionV>
                <wp:extent cx="736600" cy="279400"/>
                <wp:effectExtent l="12700" t="6350" r="12700" b="952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4A1" w:rsidRPr="00586CBA" w:rsidRDefault="002A54A1" w:rsidP="002A54A1">
                            <w:pPr>
                              <w:rPr>
                                <w:sz w:val="20"/>
                              </w:rPr>
                            </w:pPr>
                            <w:r w:rsidRPr="00586CBA">
                              <w:rPr>
                                <w:sz w:val="20"/>
                              </w:rPr>
                              <w:t>… cm …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0D1F14" id="_x0000_s1030" type="#_x0000_t202" style="position:absolute;margin-left:220pt;margin-top:24.9pt;width:58pt;height:2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" strokecolor="white">
                <v:textbox inset="0,0,0,0">
                  <w:txbxContent>
                    <w:p w:rsidR="002A54A1" w:rsidRPr="00586CBA" w:rsidRDefault="002A54A1" w:rsidP="002A54A1">
                      <w:pPr>
                        <w:rPr>
                          <w:sz w:val="20"/>
                        </w:rPr>
                      </w:pPr>
                      <w:r w:rsidRPr="00586CBA">
                        <w:rPr>
                          <w:sz w:val="20"/>
                        </w:rPr>
                        <w:t>… cm … mm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43E7248" wp14:editId="6AB2E143">
                <wp:simplePos x="0" y="0"/>
                <wp:positionH relativeFrom="column">
                  <wp:posOffset>-137160</wp:posOffset>
                </wp:positionH>
                <wp:positionV relativeFrom="paragraph">
                  <wp:posOffset>207645</wp:posOffset>
                </wp:positionV>
                <wp:extent cx="4568825" cy="361950"/>
                <wp:effectExtent l="0" t="212090" r="0" b="549910"/>
                <wp:wrapNone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68825" cy="361950"/>
                          <a:chOff x="504" y="1554"/>
                          <a:chExt cx="7195" cy="570"/>
                        </a:xfrm>
                      </wpg:grpSpPr>
                      <wps:wsp>
                        <wps:cNvPr id="14" name="Rectangle 2"/>
                        <wps:cNvSpPr>
                          <a:spLocks noChangeArrowheads="1"/>
                        </wps:cNvSpPr>
                        <wps:spPr bwMode="auto">
                          <a:xfrm rot="-1285013">
                            <a:off x="504" y="2123"/>
                            <a:ext cx="4706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"/>
                        <wps:cNvSpPr>
                          <a:spLocks noChangeArrowheads="1"/>
                        </wps:cNvSpPr>
                        <wps:spPr bwMode="auto">
                          <a:xfrm rot="1099852">
                            <a:off x="4980" y="1573"/>
                            <a:ext cx="1984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4"/>
                        <wps:cNvSpPr>
                          <a:spLocks noChangeArrowheads="1"/>
                        </wps:cNvSpPr>
                        <wps:spPr bwMode="auto">
                          <a:xfrm rot="-2695356">
                            <a:off x="6792" y="1554"/>
                            <a:ext cx="907" cy="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E0D6E2" id="Group 5" o:spid="_x0000_s1026" style="position:absolute;margin-left:-10.8pt;margin-top:16.35pt;width:359.75pt;height:28.5pt;z-index:251669504" coordorigin="504,1554" coordsize="7195,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">
                <v:rect id="Rectangle 2" o:spid="_x0000_s1027" style="position:absolute;left:504;top:2123;width:4706;height:1;rotation:-1403577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GJMEA&#10;AADbAAAADwAAAGRycy9kb3ducmV2LnhtbERPS2sCMRC+F/wPYYTeatYiVlajaEUovbQ+QLwNm3Gz&#10;mEyWJOr675tCobf5+J4zW3TOihuF2HhWMBwUIIgrrxuuFRz2m5cJiJiQNVrPpOBBERbz3tMMS+3v&#10;vKXbLtUih3AsUYFJqS2ljJUhh3HgW+LMnX1wmDIMtdQB7zncWflaFGPpsOHcYLCld0PVZXd1ClZf&#10;9jD81vZR8fH0Nj5+mrCujVLP/W45BZGoS//iP/eHzvNH8PtLPkDO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WxiTBAAAA2wAAAA8AAAAAAAAAAAAAAAAAmAIAAGRycy9kb3du&#10;cmV2LnhtbFBLBQYAAAAABAAEAPUAAACGAwAAAAA=&#10;"/>
                <v:rect id="Rectangle 3" o:spid="_x0000_s1028" style="position:absolute;left:4980;top:1573;width:1984;height:1;rotation:120133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M56MMA&#10;AADbAAAADwAAAGRycy9kb3ducmV2LnhtbERPTWvCQBC9C/0PyxR6000CTW3qKrW0IIgHrfQ8ZKdJ&#10;NDsbsxuT+utdoeBtHu9zZovB1OJMrassK4gnEQji3OqKCwX776/xFITzyBpry6Tgjxws5g+jGWba&#10;9ryl884XIoSwy1BB6X2TSenykgy6iW2IA/drW4M+wLaQusU+hJtaJlGUSoMVh4YSG/ooKT/uOqPg&#10;5bVbLeMjVqfLer85HC4/Mv1MlHp6HN7fQHga/F38717pMP8Zbr+EA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OM56MMAAADbAAAADwAAAAAAAAAAAAAAAACYAgAAZHJzL2Rv&#10;d25yZXYueG1sUEsFBgAAAAAEAAQA9QAAAIgDAAAAAA==&#10;"/>
                <v:rect id="Rectangle 4" o:spid="_x0000_s1029" style="position:absolute;left:6792;top:1554;width:907;height:1;rotation:-2944048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Rw3sEA&#10;AADbAAAADwAAAGRycy9kb3ducmV2LnhtbERPTYvCMBC9C/6HMMLeNFVQpBpFBGXxoLsq4nFsxrba&#10;TLpNVrv+eiMseJvH+5zxtDaFuFHlcssKup0IBHFidc6pgv1u0R6CcB5ZY2GZFPyRg+mk2RhjrO2d&#10;v+m29akIIexiVJB5X8ZSuiQjg65jS+LAnW1l0AdYpVJXeA/hppC9KBpIgzmHhgxLmmeUXLe/RsFw&#10;cViar+NMH+ufC69Mf33aPEipj1Y9G4HwVPu3+N/9qcP8Abx+CQfIy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Y0cN7BAAAA2wAAAA8AAAAAAAAAAAAAAAAAmAIAAGRycy9kb3du&#10;cmV2LnhtbFBLBQYAAAAABAAEAPUAAACGAwAAAAA=&#10;"/>
              </v:group>
            </w:pict>
          </mc:Fallback>
        </mc:AlternateConten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78AE84" wp14:editId="0FCBDC5E">
                <wp:simplePos x="0" y="0"/>
                <wp:positionH relativeFrom="column">
                  <wp:posOffset>381000</wp:posOffset>
                </wp:positionH>
                <wp:positionV relativeFrom="paragraph">
                  <wp:posOffset>19050</wp:posOffset>
                </wp:positionV>
                <wp:extent cx="736600" cy="279400"/>
                <wp:effectExtent l="9525" t="12700" r="6350" b="12700"/>
                <wp:wrapNone/>
                <wp:docPr id="1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4A1" w:rsidRPr="00586CBA" w:rsidRDefault="002A54A1" w:rsidP="002A54A1">
                            <w:pPr>
                              <w:rPr>
                                <w:sz w:val="20"/>
                              </w:rPr>
                            </w:pPr>
                            <w:r w:rsidRPr="00586CBA">
                              <w:rPr>
                                <w:sz w:val="20"/>
                              </w:rPr>
                              <w:t>… cm … mm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78AE84" id="_x0000_s1031" type="#_x0000_t202" style="position:absolute;margin-left:30pt;margin-top:1.5pt;width:58pt;height:2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" strokecolor="white [3212]">
                <v:textbox inset="0,0,0,0">
                  <w:txbxContent>
                    <w:p w:rsidR="002A54A1" w:rsidRPr="00586CBA" w:rsidRDefault="002A54A1" w:rsidP="002A54A1">
                      <w:pPr>
                        <w:rPr>
                          <w:sz w:val="20"/>
                        </w:rPr>
                      </w:pPr>
                      <w:r w:rsidRPr="00586CBA">
                        <w:rPr>
                          <w:sz w:val="20"/>
                        </w:rPr>
                        <w:t>… cm … mm</w:t>
                      </w:r>
                    </w:p>
                  </w:txbxContent>
                </v:textbox>
              </v:shape>
            </w:pict>
          </mc:Fallback>
        </mc:AlternateContent>
      </w: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numPr>
          <w:ilvl w:val="0"/>
          <w:numId w:val="1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Quelle est la longueur totale de la ligne ? </w: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Donne la longueur totale de la ligne :     . . . cm et . . . mm </w: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Donne la longueur uniquement en millimètres :   . . . mm</w:t>
      </w:r>
    </w:p>
    <w:p w:rsidR="002A54A1" w:rsidRDefault="002A54A1" w:rsidP="002A54A1">
      <w:pPr>
        <w:rPr>
          <w:rFonts w:ascii="Arial" w:hAnsi="Arial" w:cs="Arial"/>
          <w:b/>
          <w:sz w:val="28"/>
        </w:rPr>
      </w:pPr>
    </w:p>
    <w:p w:rsidR="002A54A1" w:rsidRPr="00586CBA" w:rsidRDefault="002A54A1" w:rsidP="002A54A1">
      <w:pPr>
        <w:rPr>
          <w:rFonts w:ascii="Arial" w:hAnsi="Arial" w:cs="Arial"/>
          <w:b/>
          <w:sz w:val="28"/>
        </w:rPr>
      </w:pPr>
      <w:r w:rsidRPr="00586CBA">
        <w:rPr>
          <w:rFonts w:ascii="Arial" w:hAnsi="Arial" w:cs="Arial"/>
          <w:b/>
          <w:sz w:val="28"/>
        </w:rPr>
        <w:t>Exercice </w:t>
      </w:r>
      <w:r>
        <w:rPr>
          <w:rFonts w:ascii="Arial" w:hAnsi="Arial" w:cs="Arial"/>
          <w:b/>
          <w:sz w:val="28"/>
        </w:rPr>
        <w:t>2</w:t>
      </w:r>
      <w:r w:rsidRPr="00586CBA">
        <w:rPr>
          <w:rFonts w:ascii="Arial" w:hAnsi="Arial" w:cs="Arial"/>
          <w:b/>
          <w:sz w:val="28"/>
        </w:rPr>
        <w:t>:</w:t>
      </w:r>
    </w:p>
    <w:p w:rsidR="002A54A1" w:rsidRDefault="002A54A1" w:rsidP="002A54A1">
      <w:pPr>
        <w:numPr>
          <w:ilvl w:val="0"/>
          <w:numId w:val="2"/>
        </w:num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Mesure le contour de cette figure : </w:t>
      </w:r>
    </w:p>
    <w:p w:rsidR="002A54A1" w:rsidRDefault="002A54A1" w:rsidP="002A54A1">
      <w:pPr>
        <w:ind w:left="720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AD1B088" wp14:editId="796E1596">
                <wp:simplePos x="0" y="0"/>
                <wp:positionH relativeFrom="column">
                  <wp:posOffset>876300</wp:posOffset>
                </wp:positionH>
                <wp:positionV relativeFrom="paragraph">
                  <wp:posOffset>144780</wp:posOffset>
                </wp:positionV>
                <wp:extent cx="2808000" cy="792000"/>
                <wp:effectExtent l="0" t="0" r="11430" b="2730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0" cy="792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6924AA" id="Rectangle 18" o:spid="_x0000_s1026" style="position:absolute;margin-left:69pt;margin-top:11.4pt;width:221.1pt;height:62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" filled="f" strokecolor="black [3213]" strokeweight="1pt"/>
            </w:pict>
          </mc:Fallback>
        </mc:AlternateContent>
      </w: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Donne la longueur totale de la ligne :     . . . cm et . . . mm </w:t>
      </w:r>
    </w:p>
    <w:p w:rsidR="002A54A1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Donne la longueur uniquement en millimètres :   . . . mm</w:t>
      </w:r>
    </w:p>
    <w:p w:rsidR="002A54A1" w:rsidRPr="007E024D" w:rsidRDefault="002A54A1" w:rsidP="002A54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Donne la longueur uniquement en décimètres :   . . . dm</w:t>
      </w:r>
      <w:bookmarkStart w:id="0" w:name="_GoBack"/>
      <w:bookmarkEnd w:id="0"/>
    </w:p>
    <w:sectPr w:rsidR="002A54A1" w:rsidRPr="007E024D" w:rsidSect="00586CB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55CA"/>
    <w:multiLevelType w:val="hybridMultilevel"/>
    <w:tmpl w:val="EFD8C62C"/>
    <w:lvl w:ilvl="0" w:tplc="FCA4BBF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465B2"/>
    <w:multiLevelType w:val="hybridMultilevel"/>
    <w:tmpl w:val="2D38361C"/>
    <w:lvl w:ilvl="0" w:tplc="D7F444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CBA"/>
    <w:rsid w:val="001D645B"/>
    <w:rsid w:val="002A54A1"/>
    <w:rsid w:val="005175A3"/>
    <w:rsid w:val="00586CBA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1F8279-0E3F-4928-B699-D004AD403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15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2017-04-11T08:40:00Z</dcterms:created>
  <dcterms:modified xsi:type="dcterms:W3CDTF">2017-04-11T08:55:00Z</dcterms:modified>
</cp:coreProperties>
</file>